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984" w:rsidRPr="00627746" w:rsidRDefault="00374984">
      <w:pPr>
        <w:rPr>
          <w:sz w:val="28"/>
          <w:szCs w:val="28"/>
        </w:rPr>
      </w:pPr>
      <w:r w:rsidRPr="003067C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50.25pt;height:55.5pt;visibility:visible">
            <v:imagedata r:id="rId4" o:title=""/>
          </v:shape>
        </w:pict>
      </w:r>
      <w:r>
        <w:rPr>
          <w:sz w:val="28"/>
          <w:szCs w:val="28"/>
        </w:rPr>
        <w:t xml:space="preserve">Student:________________    Project: </w:t>
      </w:r>
      <w:r>
        <w:rPr>
          <w:sz w:val="28"/>
          <w:szCs w:val="28"/>
          <w:u w:val="single"/>
        </w:rPr>
        <w:t>Chair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Evaluator:___________________   </w:t>
      </w:r>
    </w:p>
    <w:p w:rsidR="00374984" w:rsidRDefault="00374984"/>
    <w:tbl>
      <w:tblPr>
        <w:tblW w:w="12995" w:type="dxa"/>
        <w:tblInd w:w="-106" w:type="dxa"/>
        <w:tblLook w:val="00A0"/>
      </w:tblPr>
      <w:tblGrid>
        <w:gridCol w:w="2180"/>
        <w:gridCol w:w="2180"/>
        <w:gridCol w:w="2180"/>
        <w:gridCol w:w="2180"/>
        <w:gridCol w:w="2180"/>
        <w:gridCol w:w="1135"/>
        <w:gridCol w:w="960"/>
      </w:tblGrid>
      <w:tr w:rsidR="00374984" w:rsidRPr="00627746">
        <w:trPr>
          <w:trHeight w:val="6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984" w:rsidRPr="00627746" w:rsidRDefault="00374984" w:rsidP="00627746">
            <w:pPr>
              <w:jc w:val="center"/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Criteria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984" w:rsidRPr="00627746" w:rsidRDefault="00374984" w:rsidP="00385C67">
            <w:pPr>
              <w:jc w:val="center"/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Exceptional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This means that in each category, it is excellent and there is nothing you would change.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984" w:rsidRPr="00627746" w:rsidRDefault="00374984" w:rsidP="00385C67">
            <w:pPr>
              <w:jc w:val="center"/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Great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This means that in each category you feel great about your ability and recognize things you would improve.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984" w:rsidRPr="00627746" w:rsidRDefault="00374984" w:rsidP="00385C67">
            <w:pPr>
              <w:jc w:val="center"/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Good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This means that in each category you feel good about your ability and recognize more things you would improve.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984" w:rsidRPr="00627746" w:rsidRDefault="00374984" w:rsidP="00385C67">
            <w:pPr>
              <w:jc w:val="center"/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Okay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This means that in each category you feel okay about your ability and recognize many things you would improve.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984" w:rsidRPr="00627746" w:rsidRDefault="00374984" w:rsidP="00627746">
            <w:pPr>
              <w:jc w:val="center"/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Weighting Factor - 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984" w:rsidRPr="00627746" w:rsidRDefault="00374984" w:rsidP="00627746">
            <w:pPr>
              <w:jc w:val="center"/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Score</w:t>
            </w:r>
          </w:p>
        </w:tc>
      </w:tr>
      <w:tr w:rsidR="00374984" w:rsidRPr="00627746">
        <w:trPr>
          <w:trHeight w:val="6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Project to specifications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CF735E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74984" w:rsidRPr="00627746" w:rsidTr="00082D0E">
        <w:trPr>
          <w:trHeight w:val="36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Esthetic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74984" w:rsidRPr="00627746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Effort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CD6B4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74984" w:rsidRPr="00627746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Attitude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74984" w:rsidRPr="00627746" w:rsidTr="00082D0E">
        <w:trPr>
          <w:trHeight w:val="21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984" w:rsidRPr="00627746" w:rsidRDefault="00374984" w:rsidP="00CF735E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Creativity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74984" w:rsidRPr="00627746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Use of Different Tools of Sketch-up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jc w:val="right"/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984" w:rsidRPr="00627746" w:rsidRDefault="00374984" w:rsidP="0062774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74984" w:rsidRPr="00627746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4984" w:rsidRPr="00627746" w:rsidRDefault="00374984" w:rsidP="006B11EA">
            <w:pPr>
              <w:rPr>
                <w:rFonts w:ascii="Calibri" w:hAnsi="Calibri" w:cs="Calibri"/>
                <w:color w:val="000000"/>
              </w:rPr>
            </w:pPr>
            <w:r w:rsidRPr="0062774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Possible -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4984" w:rsidRPr="00627746" w:rsidRDefault="00374984" w:rsidP="00CF735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4984" w:rsidRPr="00627746" w:rsidRDefault="00374984" w:rsidP="0062774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Total -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4984" w:rsidRPr="00627746" w:rsidRDefault="00374984" w:rsidP="0062774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374984" w:rsidRDefault="00374984">
      <w:r>
        <w:t>Comments on how this project could be better for future students: ______________________________________________________</w:t>
      </w:r>
      <w:r>
        <w:br/>
      </w:r>
      <w:r>
        <w:br/>
        <w:t>____________________________________________________________________________________________________________</w:t>
      </w:r>
    </w:p>
    <w:sectPr w:rsidR="00374984" w:rsidSect="0044374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741"/>
    <w:rsid w:val="00082D0E"/>
    <w:rsid w:val="00212368"/>
    <w:rsid w:val="002C3ABE"/>
    <w:rsid w:val="002F4112"/>
    <w:rsid w:val="003067CC"/>
    <w:rsid w:val="003105A8"/>
    <w:rsid w:val="00342995"/>
    <w:rsid w:val="00374984"/>
    <w:rsid w:val="00385C67"/>
    <w:rsid w:val="003A1C1A"/>
    <w:rsid w:val="004104C2"/>
    <w:rsid w:val="00443741"/>
    <w:rsid w:val="004A32E4"/>
    <w:rsid w:val="004A381F"/>
    <w:rsid w:val="00627746"/>
    <w:rsid w:val="00637D96"/>
    <w:rsid w:val="006B11EA"/>
    <w:rsid w:val="00730A57"/>
    <w:rsid w:val="0081381D"/>
    <w:rsid w:val="0082726E"/>
    <w:rsid w:val="00943339"/>
    <w:rsid w:val="009610AE"/>
    <w:rsid w:val="00997E0C"/>
    <w:rsid w:val="009A14DE"/>
    <w:rsid w:val="00A919A4"/>
    <w:rsid w:val="00AD6B4D"/>
    <w:rsid w:val="00BB16A5"/>
    <w:rsid w:val="00BD1E52"/>
    <w:rsid w:val="00BE5F11"/>
    <w:rsid w:val="00C9376A"/>
    <w:rsid w:val="00CC4394"/>
    <w:rsid w:val="00CD6B4A"/>
    <w:rsid w:val="00CF7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AB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37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3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1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149</Words>
  <Characters>853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Student:________________    Project: Chair</dc:title>
  <dc:subject/>
  <dc:creator>Peter Roed</dc:creator>
  <cp:keywords/>
  <dc:description/>
  <cp:lastModifiedBy>User</cp:lastModifiedBy>
  <cp:revision>2</cp:revision>
  <cp:lastPrinted>2009-01-16T00:51:00Z</cp:lastPrinted>
  <dcterms:created xsi:type="dcterms:W3CDTF">2011-03-15T11:44:00Z</dcterms:created>
  <dcterms:modified xsi:type="dcterms:W3CDTF">2011-03-15T11:44:00Z</dcterms:modified>
</cp:coreProperties>
</file>